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F1E8C" w14:paraId="6A31B762" w14:textId="77777777" w:rsidTr="00050DA7">
        <w:tc>
          <w:tcPr>
            <w:tcW w:w="4428" w:type="dxa"/>
          </w:tcPr>
          <w:p w14:paraId="6640D585" w14:textId="77777777" w:rsidR="000348ED" w:rsidRPr="007F1E8C" w:rsidRDefault="005D05AC" w:rsidP="001A654A">
            <w:pPr>
              <w:tabs>
                <w:tab w:val="left" w:pos="851"/>
              </w:tabs>
            </w:pPr>
            <w:bookmarkStart w:id="0" w:name="_GoBack" w:colFirst="0" w:colLast="0"/>
            <w:r w:rsidRPr="007F1E8C">
              <w:t>From:</w:t>
            </w:r>
            <w:r w:rsidRPr="007F1E8C">
              <w:tab/>
            </w:r>
            <w:r w:rsidR="007F1E8C" w:rsidRPr="007F1E8C">
              <w:t xml:space="preserve">e-NAV </w:t>
            </w:r>
            <w:r w:rsidRPr="007F1E8C">
              <w:t>C</w:t>
            </w:r>
            <w:r w:rsidR="00050DA7" w:rsidRPr="007F1E8C">
              <w:t>ommittee</w:t>
            </w:r>
          </w:p>
        </w:tc>
        <w:tc>
          <w:tcPr>
            <w:tcW w:w="5461" w:type="dxa"/>
          </w:tcPr>
          <w:p w14:paraId="6D1DDEED" w14:textId="2DFE16AC" w:rsidR="007202DE" w:rsidRDefault="007202DE" w:rsidP="001B39F8">
            <w:pPr>
              <w:jc w:val="right"/>
            </w:pPr>
            <w:r>
              <w:t>ANM19/37</w:t>
            </w:r>
          </w:p>
          <w:p w14:paraId="604C4CF8" w14:textId="25D4BB30" w:rsidR="000348ED" w:rsidRPr="007F1E8C" w:rsidRDefault="007202DE" w:rsidP="001B39F8">
            <w:pPr>
              <w:jc w:val="right"/>
            </w:pPr>
            <w:r>
              <w:t xml:space="preserve">Formerly </w:t>
            </w:r>
            <w:r w:rsidR="007F1E8C" w:rsidRPr="007F1E8C">
              <w:t>e-NAV12</w:t>
            </w:r>
            <w:r w:rsidR="005424D5">
              <w:t>/output/</w:t>
            </w:r>
            <w:r w:rsidR="001B39F8">
              <w:t>8</w:t>
            </w:r>
          </w:p>
        </w:tc>
      </w:tr>
      <w:tr w:rsidR="000348ED" w:rsidRPr="007F1E8C" w14:paraId="3C6322BC" w14:textId="77777777" w:rsidTr="00050DA7">
        <w:tc>
          <w:tcPr>
            <w:tcW w:w="4428" w:type="dxa"/>
          </w:tcPr>
          <w:p w14:paraId="10551D05" w14:textId="77777777" w:rsidR="000348ED" w:rsidRPr="007F1E8C" w:rsidRDefault="005D05AC" w:rsidP="007F1E8C">
            <w:pPr>
              <w:tabs>
                <w:tab w:val="left" w:pos="851"/>
              </w:tabs>
            </w:pPr>
            <w:r w:rsidRPr="007F1E8C">
              <w:t>To:</w:t>
            </w:r>
            <w:r w:rsidRPr="007F1E8C">
              <w:tab/>
            </w:r>
            <w:r w:rsidR="007F1E8C" w:rsidRPr="007F1E8C">
              <w:t xml:space="preserve">ANM </w:t>
            </w:r>
            <w:r w:rsidR="00902AA4" w:rsidRPr="007F1E8C">
              <w:t>Committee</w:t>
            </w:r>
          </w:p>
        </w:tc>
        <w:tc>
          <w:tcPr>
            <w:tcW w:w="5461" w:type="dxa"/>
          </w:tcPr>
          <w:p w14:paraId="2C470A4E" w14:textId="77777777" w:rsidR="000348ED" w:rsidRPr="007F1E8C" w:rsidRDefault="007F1E8C" w:rsidP="007F1E8C">
            <w:pPr>
              <w:jc w:val="right"/>
            </w:pPr>
            <w:r w:rsidRPr="007F1E8C">
              <w:t>28 September 2012</w:t>
            </w:r>
          </w:p>
        </w:tc>
      </w:tr>
    </w:tbl>
    <w:bookmarkEnd w:id="0"/>
    <w:p w14:paraId="42385C51" w14:textId="77777777" w:rsidR="000348ED" w:rsidRPr="007F1E8C" w:rsidRDefault="005D05AC" w:rsidP="005D05AC">
      <w:pPr>
        <w:pStyle w:val="Title"/>
        <w:spacing w:before="480" w:after="120"/>
      </w:pPr>
      <w:r w:rsidRPr="007F1E8C">
        <w:t>Liaison Note</w:t>
      </w:r>
    </w:p>
    <w:p w14:paraId="073A56FC" w14:textId="77777777" w:rsidR="000348ED" w:rsidRPr="007F1E8C" w:rsidRDefault="007F1E8C" w:rsidP="005D05AC">
      <w:pPr>
        <w:pStyle w:val="Title"/>
        <w:spacing w:after="120"/>
      </w:pPr>
      <w:r w:rsidRPr="007F1E8C">
        <w:rPr>
          <w:color w:val="000000"/>
        </w:rPr>
        <w:t>IALA Guideline on Risk Management</w:t>
      </w:r>
    </w:p>
    <w:p w14:paraId="6427C6EE" w14:textId="77777777" w:rsidR="0064435F" w:rsidRPr="007F1E8C" w:rsidRDefault="0064435F" w:rsidP="00135447">
      <w:pPr>
        <w:pStyle w:val="Heading1"/>
        <w:rPr>
          <w:lang w:val="en-GB"/>
        </w:rPr>
      </w:pPr>
      <w:r w:rsidRPr="007F1E8C">
        <w:rPr>
          <w:lang w:val="en-GB"/>
        </w:rPr>
        <w:t>Introduction</w:t>
      </w:r>
    </w:p>
    <w:p w14:paraId="650779F1" w14:textId="77777777" w:rsidR="002F64B0" w:rsidRDefault="007F1E8C" w:rsidP="00002906">
      <w:pPr>
        <w:pStyle w:val="BodyText"/>
      </w:pPr>
      <w:r w:rsidRPr="007F1E8C">
        <w:t xml:space="preserve">The IALA Aids to Navigation Management (ANM) Committee had requested the e-Navigation Committee to review IALA Guideline </w:t>
      </w:r>
      <w:r w:rsidR="00603D9F">
        <w:t xml:space="preserve">No. </w:t>
      </w:r>
      <w:r w:rsidRPr="007F1E8C">
        <w:t xml:space="preserve">1018 </w:t>
      </w:r>
      <w:r w:rsidR="002F64B0">
        <w:t xml:space="preserve">(on risk management) </w:t>
      </w:r>
    </w:p>
    <w:p w14:paraId="6ADDF873" w14:textId="03047BE6" w:rsidR="00B8247E" w:rsidRPr="007F1E8C" w:rsidRDefault="0051751A" w:rsidP="00002906">
      <w:pPr>
        <w:pStyle w:val="BodyText"/>
      </w:pPr>
      <w:r>
        <w:t xml:space="preserve">In conducting the review, the </w:t>
      </w:r>
      <w:r w:rsidR="002F64B0">
        <w:t xml:space="preserve">ANM Committee aims to </w:t>
      </w:r>
      <w:r w:rsidR="002F64B0" w:rsidRPr="002F64B0">
        <w:t xml:space="preserve">include editorial </w:t>
      </w:r>
      <w:r>
        <w:t xml:space="preserve">changes </w:t>
      </w:r>
      <w:r w:rsidR="002F64B0" w:rsidRPr="002F64B0">
        <w:t xml:space="preserve">and the impact of advances of e-Navigation on risk control measures. </w:t>
      </w:r>
      <w:r w:rsidR="00D60654">
        <w:t xml:space="preserve"> </w:t>
      </w:r>
      <w:r>
        <w:t>It is to be noted that the g</w:t>
      </w:r>
      <w:r w:rsidR="002F64B0" w:rsidRPr="002F64B0">
        <w:t>uideline is focused on risk management from a waterways management perspective</w:t>
      </w:r>
      <w:r w:rsidR="002F64B0">
        <w:t>.</w:t>
      </w:r>
    </w:p>
    <w:p w14:paraId="6091552D" w14:textId="77777777" w:rsidR="00902AA4" w:rsidRPr="007F1E8C" w:rsidRDefault="002F64B0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427D93DC" w14:textId="288936B9" w:rsidR="00E93C9B" w:rsidRPr="007F1E8C" w:rsidRDefault="0051751A" w:rsidP="005424D5">
      <w:pPr>
        <w:pStyle w:val="BodyText"/>
      </w:pPr>
      <w:r>
        <w:t>The committee has made editorial changes and provided comment in track changes.  Output docume</w:t>
      </w:r>
      <w:r w:rsidR="00B1760D">
        <w:t>nt e-NAV12/output/</w:t>
      </w:r>
      <w:r w:rsidR="00537453">
        <w:t>9</w:t>
      </w:r>
      <w:r>
        <w:t xml:space="preserve"> refers.</w:t>
      </w:r>
    </w:p>
    <w:p w14:paraId="669E4A11" w14:textId="77777777" w:rsidR="009F5C36" w:rsidRPr="007F1E8C" w:rsidRDefault="00AA76C0" w:rsidP="00135447">
      <w:pPr>
        <w:pStyle w:val="Heading1"/>
        <w:rPr>
          <w:lang w:val="en-GB"/>
        </w:rPr>
      </w:pPr>
      <w:r w:rsidRPr="007F1E8C">
        <w:rPr>
          <w:lang w:val="en-GB"/>
        </w:rPr>
        <w:t>Action requested</w:t>
      </w:r>
    </w:p>
    <w:p w14:paraId="618C64A3" w14:textId="77777777" w:rsidR="002F64B0" w:rsidRDefault="00902AA4" w:rsidP="002F64B0">
      <w:pPr>
        <w:pStyle w:val="BodyText"/>
      </w:pPr>
      <w:r w:rsidRPr="007F1E8C">
        <w:t xml:space="preserve">The </w:t>
      </w:r>
      <w:r w:rsidR="002F64B0">
        <w:t>ANM Committee is invited to consider the comments provided by the e-Navigation Committee and decide as appropriate.</w:t>
      </w:r>
    </w:p>
    <w:p w14:paraId="61FDA1B9" w14:textId="77777777" w:rsidR="0051751A" w:rsidRDefault="0051751A" w:rsidP="002F64B0">
      <w:pPr>
        <w:pStyle w:val="BodyText"/>
      </w:pPr>
    </w:p>
    <w:p w14:paraId="5A320E3F" w14:textId="77777777" w:rsidR="00630F7F" w:rsidRPr="007F1E8C" w:rsidRDefault="0051751A" w:rsidP="005424D5">
      <w:pPr>
        <w:pStyle w:val="BodyText"/>
        <w:jc w:val="center"/>
      </w:pPr>
      <w:r>
        <w:t>***</w:t>
      </w:r>
    </w:p>
    <w:sectPr w:rsidR="00630F7F" w:rsidRPr="007F1E8C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F5A5C" w14:textId="77777777" w:rsidR="007F1E8C" w:rsidRDefault="007F1E8C" w:rsidP="00002906">
      <w:r>
        <w:separator/>
      </w:r>
    </w:p>
  </w:endnote>
  <w:endnote w:type="continuationSeparator" w:id="0">
    <w:p w14:paraId="1B8CBBFB" w14:textId="77777777" w:rsidR="007F1E8C" w:rsidRDefault="007F1E8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8BF89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202D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97122" w14:textId="77777777" w:rsidR="007F1E8C" w:rsidRDefault="007F1E8C" w:rsidP="00002906">
      <w:r>
        <w:separator/>
      </w:r>
    </w:p>
  </w:footnote>
  <w:footnote w:type="continuationSeparator" w:id="0">
    <w:p w14:paraId="306D66F8" w14:textId="77777777" w:rsidR="007F1E8C" w:rsidRDefault="007F1E8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8C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B39F8"/>
    <w:rsid w:val="001C74CF"/>
    <w:rsid w:val="002F64B0"/>
    <w:rsid w:val="003D55DD"/>
    <w:rsid w:val="003E1831"/>
    <w:rsid w:val="00424954"/>
    <w:rsid w:val="004C1386"/>
    <w:rsid w:val="004C220D"/>
    <w:rsid w:val="0051751A"/>
    <w:rsid w:val="00537453"/>
    <w:rsid w:val="005424D5"/>
    <w:rsid w:val="005D05AC"/>
    <w:rsid w:val="00603D9F"/>
    <w:rsid w:val="00630F7F"/>
    <w:rsid w:val="0064435F"/>
    <w:rsid w:val="006D470F"/>
    <w:rsid w:val="007202DE"/>
    <w:rsid w:val="00727E88"/>
    <w:rsid w:val="00775878"/>
    <w:rsid w:val="007F1E8C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1760D"/>
    <w:rsid w:val="00B8247E"/>
    <w:rsid w:val="00CA04AF"/>
    <w:rsid w:val="00D6065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DDB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Liaison%20Note%20to%20ANM%20on%20risk%20guideline%202018%20-%20Copy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\Users\mxa\Desktop\e-NAV12\Output\Liaison Note to ANM on risk guideline 2018 - Copy - Copy.dotx</Template>
  <TotalTime>20</TotalTime>
  <Pages>1</Pages>
  <Words>125</Words>
  <Characters>713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Michael Hadley</cp:lastModifiedBy>
  <cp:revision>10</cp:revision>
  <cp:lastPrinted>2012-09-27T08:58:00Z</cp:lastPrinted>
  <dcterms:created xsi:type="dcterms:W3CDTF">2012-09-26T06:52:00Z</dcterms:created>
  <dcterms:modified xsi:type="dcterms:W3CDTF">2012-10-05T12:43:00Z</dcterms:modified>
</cp:coreProperties>
</file>